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BB863" w14:textId="77777777" w:rsidR="006A13B9" w:rsidRDefault="00984CF0" w:rsidP="00B37AE0">
      <w:pPr>
        <w:pStyle w:val="Subtitle"/>
      </w:pPr>
      <w:r>
        <w:t>Teacher’s Notes</w:t>
      </w:r>
    </w:p>
    <w:p w14:paraId="757BB864" w14:textId="77777777" w:rsidR="00B37AE0" w:rsidRDefault="00097AB3" w:rsidP="00B37AE0">
      <w:pPr>
        <w:pStyle w:val="Title"/>
      </w:pPr>
      <w:r>
        <w:t>Chapter 1a</w:t>
      </w:r>
      <w:r w:rsidR="00A46883">
        <w:t>:</w:t>
      </w:r>
      <w:r w:rsidR="00A46883">
        <w:br/>
        <w:t>Hands-On: A Few Internet Tools</w:t>
      </w:r>
    </w:p>
    <w:p w14:paraId="757BB865" w14:textId="77777777" w:rsidR="00B37AE0" w:rsidRDefault="00B37AE0" w:rsidP="00B37AE0">
      <w:pPr>
        <w:pStyle w:val="Heading1"/>
      </w:pPr>
      <w:r>
        <w:t>Role in the Course</w:t>
      </w:r>
    </w:p>
    <w:p w14:paraId="757BB866" w14:textId="77777777" w:rsidR="003B0739" w:rsidRDefault="00A46883" w:rsidP="006D223E">
      <w:r>
        <w:t>The discussion of networking can be a bit abstract. A little hands-on work helps students visualize what these concepts mean. It can be covered after Chapter 1. Ping is also covered in Chapter 4.</w:t>
      </w:r>
    </w:p>
    <w:p w14:paraId="757BB867" w14:textId="77777777" w:rsidR="00BE7A23" w:rsidRDefault="00BE7A23" w:rsidP="00BE7A23">
      <w:pPr>
        <w:pStyle w:val="Heading1"/>
      </w:pPr>
      <w:r>
        <w:t>Flow of the Material</w:t>
      </w:r>
    </w:p>
    <w:p w14:paraId="757BB868" w14:textId="77777777" w:rsidR="00BE7A23" w:rsidRDefault="00A46883" w:rsidP="0086747D">
      <w:r>
        <w:t>Speed is important. Students find the throughput they are really getting at home, at schools, or in a coffee shop.</w:t>
      </w:r>
    </w:p>
    <w:p w14:paraId="757BB869" w14:textId="77777777" w:rsidR="0086747D" w:rsidRDefault="00A46883" w:rsidP="0086747D">
      <w:r>
        <w:t xml:space="preserve">DNS allows you to look up the IP address of a host name. If you know an IP address, you can also </w:t>
      </w:r>
      <w:proofErr w:type="gramStart"/>
      <w:r>
        <w:t>learn</w:t>
      </w:r>
      <w:proofErr w:type="gramEnd"/>
      <w:r>
        <w:t xml:space="preserve"> the host name.</w:t>
      </w:r>
    </w:p>
    <w:p w14:paraId="757BB86A" w14:textId="77777777" w:rsidR="0086747D" w:rsidRPr="00BE7A23" w:rsidRDefault="00A46883" w:rsidP="0086747D">
      <w:r>
        <w:t xml:space="preserve">Ping is a great way to see if a host is reachable. It also tells you the round-trip-delay (latency) to that host. Ping is a tool that every networking professional uses constantly to identify and diagnose problems. </w:t>
      </w:r>
      <w:proofErr w:type="spellStart"/>
      <w:r>
        <w:t>Traceroute</w:t>
      </w:r>
      <w:proofErr w:type="spellEnd"/>
      <w:r>
        <w:t xml:space="preserve"> (or </w:t>
      </w:r>
      <w:proofErr w:type="spellStart"/>
      <w:r>
        <w:t>tracert</w:t>
      </w:r>
      <w:proofErr w:type="spellEnd"/>
      <w:r>
        <w:t>) also shows you the routers between you and the host you want to know about. It helps you visualize the Internet as a collection of routers, and it helps you see a real route. Ping does not always work. Firewalls often block it because it can also be useful to external attackers.</w:t>
      </w:r>
    </w:p>
    <w:p w14:paraId="757BB86B" w14:textId="77777777" w:rsidR="00B37AE0" w:rsidRDefault="00B37AE0" w:rsidP="00B37AE0">
      <w:pPr>
        <w:pStyle w:val="Heading1"/>
      </w:pPr>
      <w:r w:rsidRPr="00B96E94">
        <w:t>Hard Parts</w:t>
      </w:r>
    </w:p>
    <w:p w14:paraId="757BB86C" w14:textId="77777777" w:rsidR="001B332D" w:rsidRDefault="00A46883" w:rsidP="001B332D">
      <w:r>
        <w:t xml:space="preserve">Nothing is difficult, but if </w:t>
      </w:r>
      <w:r w:rsidR="001C3786">
        <w:t>a student is</w:t>
      </w:r>
      <w:r>
        <w:t xml:space="preserve"> asked to download some program to </w:t>
      </w:r>
      <w:r w:rsidR="001C3786">
        <w:t>their</w:t>
      </w:r>
      <w:r>
        <w:t xml:space="preserve"> computer, </w:t>
      </w:r>
      <w:r w:rsidR="001C3786">
        <w:t>tell them, “</w:t>
      </w:r>
      <w:r>
        <w:t>DON’T!</w:t>
      </w:r>
      <w:r w:rsidR="001C3786">
        <w:t>”</w:t>
      </w:r>
      <w:r>
        <w:t xml:space="preserve"> These are all Web programs.</w:t>
      </w:r>
    </w:p>
    <w:p w14:paraId="757BB86D" w14:textId="77777777" w:rsidR="00BB1E30" w:rsidRDefault="00BB1E30" w:rsidP="00BB1E30">
      <w:pPr>
        <w:pStyle w:val="Heading1"/>
      </w:pPr>
      <w:r>
        <w:t>CEPT</w:t>
      </w:r>
      <w:r w:rsidR="0091523F">
        <w:t>s</w:t>
      </w:r>
    </w:p>
    <w:p w14:paraId="757BB86E" w14:textId="77777777" w:rsidR="001F426F" w:rsidRDefault="00A46883" w:rsidP="00FE20F2">
      <w:r>
        <w:t>None. This is just a fun exercise.</w:t>
      </w:r>
      <w:bookmarkStart w:id="0" w:name="_GoBack"/>
      <w:bookmarkEnd w:id="0"/>
    </w:p>
    <w:p w14:paraId="757BB86F" w14:textId="77777777" w:rsidR="001C3786" w:rsidRDefault="001C3786" w:rsidP="001C3786">
      <w:pPr>
        <w:pStyle w:val="Heading1"/>
      </w:pPr>
      <w:r>
        <w:lastRenderedPageBreak/>
        <w:t>Teaching Note</w:t>
      </w:r>
    </w:p>
    <w:p w14:paraId="757BB870" w14:textId="77777777" w:rsidR="001C3786" w:rsidRDefault="001C3786" w:rsidP="001C3786">
      <w:r>
        <w:t xml:space="preserve">This is a pretty fast exercise. I usually just do it as part of teaching Chapter 1. When we talk about routes, I sometimes pause the lecture flow to get them to do the exercise for Ping and </w:t>
      </w:r>
      <w:proofErr w:type="spellStart"/>
      <w:r>
        <w:t>Tracert</w:t>
      </w:r>
      <w:proofErr w:type="spellEnd"/>
      <w:r>
        <w:t>. I usually hold off on DNS until the end.</w:t>
      </w:r>
    </w:p>
    <w:p w14:paraId="757BB871" w14:textId="77777777" w:rsidR="001C3786" w:rsidRPr="001C3786" w:rsidRDefault="001C3786" w:rsidP="001C3786">
      <w:r>
        <w:t>The fact that firewalls may block pings is a teachable moment. Why would a firm want to do that? Hopefully, one or two students will realize that if the bad guys (and girls) don’t know the IP addresses of you hosts, they can’t attack them easily.</w:t>
      </w:r>
    </w:p>
    <w:sectPr w:rsidR="001C3786" w:rsidRPr="001C378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BB874" w14:textId="77777777" w:rsidR="004B36E2" w:rsidRDefault="004B36E2" w:rsidP="00501C0C">
      <w:pPr>
        <w:spacing w:before="0" w:after="0" w:line="240" w:lineRule="auto"/>
      </w:pPr>
      <w:r>
        <w:separator/>
      </w:r>
    </w:p>
  </w:endnote>
  <w:endnote w:type="continuationSeparator" w:id="0">
    <w:p w14:paraId="757BB875" w14:textId="77777777" w:rsidR="004B36E2" w:rsidRDefault="004B36E2" w:rsidP="00501C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855863"/>
      <w:docPartObj>
        <w:docPartGallery w:val="Page Numbers (Bottom of Page)"/>
        <w:docPartUnique/>
      </w:docPartObj>
    </w:sdtPr>
    <w:sdtEndPr/>
    <w:sdtContent>
      <w:sdt>
        <w:sdtPr>
          <w:id w:val="-1669238322"/>
          <w:docPartObj>
            <w:docPartGallery w:val="Page Numbers (Top of Page)"/>
            <w:docPartUnique/>
          </w:docPartObj>
        </w:sdtPr>
        <w:sdtEndPr/>
        <w:sdtContent>
          <w:p w14:paraId="4CD7D320" w14:textId="77777777" w:rsidR="00DF1731" w:rsidRDefault="00DF1731">
            <w:pPr>
              <w:pStyle w:val="Footer"/>
              <w:jc w:val="center"/>
              <w:rPr>
                <w:b/>
                <w:bCs/>
                <w:color w:val="000000"/>
              </w:rPr>
            </w:pPr>
            <w:r>
              <w:rPr>
                <w:b/>
                <w:bCs/>
                <w:color w:val="000000"/>
              </w:rPr>
              <w:t>Copyright © 2015 Pearson Education, Inc.</w:t>
            </w:r>
            <w:r>
              <w:rPr>
                <w:b/>
                <w:bCs/>
                <w:color w:val="000000"/>
              </w:rPr>
              <w:t xml:space="preserve"> </w:t>
            </w:r>
          </w:p>
          <w:p w14:paraId="757BB876" w14:textId="0ECB4D5E" w:rsidR="00501C0C" w:rsidRDefault="00501C0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F173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F1731">
              <w:rPr>
                <w:b/>
                <w:bCs/>
                <w:noProof/>
              </w:rPr>
              <w:t>2</w:t>
            </w:r>
            <w:r>
              <w:rPr>
                <w:b/>
                <w:bCs/>
                <w:sz w:val="24"/>
                <w:szCs w:val="24"/>
              </w:rPr>
              <w:fldChar w:fldCharType="end"/>
            </w:r>
          </w:p>
        </w:sdtContent>
      </w:sdt>
    </w:sdtContent>
  </w:sdt>
  <w:p w14:paraId="757BB877" w14:textId="77777777" w:rsidR="00501C0C" w:rsidRDefault="00501C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BB872" w14:textId="77777777" w:rsidR="004B36E2" w:rsidRDefault="004B36E2" w:rsidP="00501C0C">
      <w:pPr>
        <w:spacing w:before="0" w:after="0" w:line="240" w:lineRule="auto"/>
      </w:pPr>
      <w:r>
        <w:separator/>
      </w:r>
    </w:p>
  </w:footnote>
  <w:footnote w:type="continuationSeparator" w:id="0">
    <w:p w14:paraId="757BB873" w14:textId="77777777" w:rsidR="004B36E2" w:rsidRDefault="004B36E2" w:rsidP="00501C0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A31751"/>
    <w:multiLevelType w:val="hybridMultilevel"/>
    <w:tmpl w:val="6AAA7132"/>
    <w:lvl w:ilvl="0" w:tplc="52CA63DC">
      <w:start w:val="1"/>
      <w:numFmt w:val="bullet"/>
      <w:pStyle w:val="ListParagraph"/>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F1A"/>
    <w:rsid w:val="00007558"/>
    <w:rsid w:val="00047606"/>
    <w:rsid w:val="00085908"/>
    <w:rsid w:val="00097AB3"/>
    <w:rsid w:val="000C4745"/>
    <w:rsid w:val="000D049C"/>
    <w:rsid w:val="000E402C"/>
    <w:rsid w:val="000F3945"/>
    <w:rsid w:val="00122D71"/>
    <w:rsid w:val="00157405"/>
    <w:rsid w:val="0019474F"/>
    <w:rsid w:val="001B332D"/>
    <w:rsid w:val="001C30C5"/>
    <w:rsid w:val="001C3786"/>
    <w:rsid w:val="001C4D73"/>
    <w:rsid w:val="001F426F"/>
    <w:rsid w:val="00207877"/>
    <w:rsid w:val="00217C0B"/>
    <w:rsid w:val="002262DD"/>
    <w:rsid w:val="00234C15"/>
    <w:rsid w:val="002708A1"/>
    <w:rsid w:val="002966DF"/>
    <w:rsid w:val="002C0FB4"/>
    <w:rsid w:val="002F6A3A"/>
    <w:rsid w:val="00347722"/>
    <w:rsid w:val="00363BFB"/>
    <w:rsid w:val="003A1A99"/>
    <w:rsid w:val="003A537F"/>
    <w:rsid w:val="003B0739"/>
    <w:rsid w:val="003E5A7B"/>
    <w:rsid w:val="004B36E2"/>
    <w:rsid w:val="004C7FE0"/>
    <w:rsid w:val="00501C0C"/>
    <w:rsid w:val="0052100F"/>
    <w:rsid w:val="00582D9C"/>
    <w:rsid w:val="005E48EF"/>
    <w:rsid w:val="006475EE"/>
    <w:rsid w:val="00655AE4"/>
    <w:rsid w:val="00683CF0"/>
    <w:rsid w:val="006A13B9"/>
    <w:rsid w:val="006C3D29"/>
    <w:rsid w:val="006D223E"/>
    <w:rsid w:val="006E2768"/>
    <w:rsid w:val="0070383D"/>
    <w:rsid w:val="0071029A"/>
    <w:rsid w:val="007C52DA"/>
    <w:rsid w:val="008229D6"/>
    <w:rsid w:val="00824A60"/>
    <w:rsid w:val="00851C78"/>
    <w:rsid w:val="0086747D"/>
    <w:rsid w:val="0089767F"/>
    <w:rsid w:val="008C038A"/>
    <w:rsid w:val="0091523F"/>
    <w:rsid w:val="00921F24"/>
    <w:rsid w:val="00934F9F"/>
    <w:rsid w:val="009400B9"/>
    <w:rsid w:val="00983D17"/>
    <w:rsid w:val="00984CF0"/>
    <w:rsid w:val="009C1F30"/>
    <w:rsid w:val="009E3152"/>
    <w:rsid w:val="00A25258"/>
    <w:rsid w:val="00A46883"/>
    <w:rsid w:val="00A56B37"/>
    <w:rsid w:val="00A95E32"/>
    <w:rsid w:val="00AA6EEE"/>
    <w:rsid w:val="00AB0F99"/>
    <w:rsid w:val="00AC09F0"/>
    <w:rsid w:val="00B36F5E"/>
    <w:rsid w:val="00B37AE0"/>
    <w:rsid w:val="00B8393C"/>
    <w:rsid w:val="00B96E94"/>
    <w:rsid w:val="00BB1E30"/>
    <w:rsid w:val="00BC7CC5"/>
    <w:rsid w:val="00BE5E91"/>
    <w:rsid w:val="00BE7A23"/>
    <w:rsid w:val="00C16662"/>
    <w:rsid w:val="00C37D52"/>
    <w:rsid w:val="00C4754B"/>
    <w:rsid w:val="00C8748F"/>
    <w:rsid w:val="00CB78FA"/>
    <w:rsid w:val="00D142C9"/>
    <w:rsid w:val="00D30116"/>
    <w:rsid w:val="00D82F1A"/>
    <w:rsid w:val="00D8762C"/>
    <w:rsid w:val="00D95E0D"/>
    <w:rsid w:val="00DA0F46"/>
    <w:rsid w:val="00DD70BA"/>
    <w:rsid w:val="00DF1731"/>
    <w:rsid w:val="00E10FD0"/>
    <w:rsid w:val="00E2692D"/>
    <w:rsid w:val="00E712FF"/>
    <w:rsid w:val="00E7517B"/>
    <w:rsid w:val="00E84A64"/>
    <w:rsid w:val="00EC2B62"/>
    <w:rsid w:val="00F178D7"/>
    <w:rsid w:val="00F96B65"/>
    <w:rsid w:val="00FA6959"/>
    <w:rsid w:val="00FB73AE"/>
    <w:rsid w:val="00FE20F2"/>
    <w:rsid w:val="00FE45B9"/>
    <w:rsid w:val="00FF6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BB863"/>
  <w15:docId w15:val="{CA011BFE-5FAC-40E1-BC69-ECA24FF9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F24"/>
    <w:pPr>
      <w:spacing w:before="60" w:after="60" w:line="264" w:lineRule="auto"/>
    </w:pPr>
  </w:style>
  <w:style w:type="paragraph" w:styleId="Heading1">
    <w:name w:val="heading 1"/>
    <w:basedOn w:val="Normal"/>
    <w:next w:val="Normal"/>
    <w:link w:val="Heading1Char"/>
    <w:uiPriority w:val="9"/>
    <w:qFormat/>
    <w:rsid w:val="00984CF0"/>
    <w:pPr>
      <w:keepNext/>
      <w:pBdr>
        <w:bottom w:val="single" w:sz="12" w:space="1" w:color="365F91" w:themeColor="accent1" w:themeShade="BF"/>
      </w:pBdr>
      <w:spacing w:before="360" w:after="80"/>
      <w:ind w:firstLine="0"/>
      <w:outlineLvl w:val="0"/>
    </w:pPr>
    <w:rPr>
      <w:rFonts w:asciiTheme="majorHAnsi" w:eastAsiaTheme="majorEastAsia" w:hAnsiTheme="majorHAnsi" w:cstheme="majorBidi"/>
      <w:b/>
      <w:bCs/>
      <w:caps/>
      <w:color w:val="365F91" w:themeColor="accent1" w:themeShade="BF"/>
      <w:sz w:val="24"/>
      <w:szCs w:val="24"/>
    </w:rPr>
  </w:style>
  <w:style w:type="paragraph" w:styleId="Heading2">
    <w:name w:val="heading 2"/>
    <w:basedOn w:val="Normal"/>
    <w:next w:val="Normal"/>
    <w:link w:val="Heading2Char"/>
    <w:uiPriority w:val="9"/>
    <w:unhideWhenUsed/>
    <w:qFormat/>
    <w:rsid w:val="00921F24"/>
    <w:pPr>
      <w:keepNext/>
      <w:spacing w:before="240" w:after="80"/>
      <w:ind w:firstLine="0"/>
      <w:outlineLvl w:val="1"/>
    </w:pPr>
    <w:rPr>
      <w:rFonts w:asciiTheme="majorHAnsi" w:eastAsiaTheme="majorEastAsia" w:hAnsiTheme="majorHAnsi" w:cstheme="majorBidi"/>
      <w:b/>
      <w:color w:val="365F91" w:themeColor="accent1" w:themeShade="BF"/>
      <w:szCs w:val="24"/>
    </w:rPr>
  </w:style>
  <w:style w:type="paragraph" w:styleId="Heading3">
    <w:name w:val="heading 3"/>
    <w:basedOn w:val="Normal"/>
    <w:next w:val="Normal"/>
    <w:link w:val="Heading3Char"/>
    <w:uiPriority w:val="9"/>
    <w:unhideWhenUsed/>
    <w:qFormat/>
    <w:rsid w:val="001B332D"/>
    <w:pPr>
      <w:spacing w:before="120"/>
      <w:ind w:left="360" w:firstLine="0"/>
      <w:outlineLvl w:val="2"/>
    </w:pPr>
    <w:rPr>
      <w:rFonts w:asciiTheme="majorHAnsi" w:eastAsiaTheme="majorEastAsia" w:hAnsiTheme="majorHAnsi" w:cstheme="majorBidi"/>
      <w:b/>
      <w:color w:val="4F81BD" w:themeColor="accent1"/>
      <w:szCs w:val="24"/>
    </w:rPr>
  </w:style>
  <w:style w:type="paragraph" w:styleId="Heading4">
    <w:name w:val="heading 4"/>
    <w:basedOn w:val="Normal"/>
    <w:next w:val="Normal"/>
    <w:link w:val="Heading4Char"/>
    <w:uiPriority w:val="9"/>
    <w:semiHidden/>
    <w:unhideWhenUsed/>
    <w:qFormat/>
    <w:rsid w:val="00B37AE0"/>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B37AE0"/>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B37AE0"/>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B37AE0"/>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B37AE0"/>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B37AE0"/>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B37AE0"/>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B37AE0"/>
    <w:rPr>
      <w:i/>
      <w:iCs/>
      <w:sz w:val="24"/>
      <w:szCs w:val="24"/>
    </w:rPr>
  </w:style>
  <w:style w:type="paragraph" w:styleId="Title">
    <w:name w:val="Title"/>
    <w:basedOn w:val="Normal"/>
    <w:next w:val="Normal"/>
    <w:link w:val="TitleChar"/>
    <w:uiPriority w:val="10"/>
    <w:qFormat/>
    <w:rsid w:val="00FB73A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FB73AE"/>
    <w:rPr>
      <w:rFonts w:asciiTheme="majorHAnsi" w:eastAsiaTheme="majorEastAsia" w:hAnsiTheme="majorHAnsi" w:cstheme="majorBidi"/>
      <w:i/>
      <w:iCs/>
      <w:color w:val="243F60" w:themeColor="accent1" w:themeShade="7F"/>
      <w:sz w:val="60"/>
      <w:szCs w:val="60"/>
    </w:rPr>
  </w:style>
  <w:style w:type="character" w:customStyle="1" w:styleId="Heading2Char">
    <w:name w:val="Heading 2 Char"/>
    <w:basedOn w:val="DefaultParagraphFont"/>
    <w:link w:val="Heading2"/>
    <w:uiPriority w:val="9"/>
    <w:rsid w:val="00921F24"/>
    <w:rPr>
      <w:rFonts w:asciiTheme="majorHAnsi" w:eastAsiaTheme="majorEastAsia" w:hAnsiTheme="majorHAnsi" w:cstheme="majorBidi"/>
      <w:b/>
      <w:color w:val="365F91" w:themeColor="accent1" w:themeShade="BF"/>
      <w:szCs w:val="24"/>
    </w:rPr>
  </w:style>
  <w:style w:type="character" w:customStyle="1" w:styleId="Heading1Char">
    <w:name w:val="Heading 1 Char"/>
    <w:basedOn w:val="DefaultParagraphFont"/>
    <w:link w:val="Heading1"/>
    <w:uiPriority w:val="9"/>
    <w:rsid w:val="00984CF0"/>
    <w:rPr>
      <w:rFonts w:asciiTheme="majorHAnsi" w:eastAsiaTheme="majorEastAsia" w:hAnsiTheme="majorHAnsi" w:cstheme="majorBidi"/>
      <w:b/>
      <w:bCs/>
      <w:caps/>
      <w:color w:val="365F91" w:themeColor="accent1" w:themeShade="BF"/>
      <w:sz w:val="24"/>
      <w:szCs w:val="24"/>
    </w:rPr>
  </w:style>
  <w:style w:type="character" w:customStyle="1" w:styleId="Heading3Char">
    <w:name w:val="Heading 3 Char"/>
    <w:basedOn w:val="DefaultParagraphFont"/>
    <w:link w:val="Heading3"/>
    <w:uiPriority w:val="9"/>
    <w:rsid w:val="001B332D"/>
    <w:rPr>
      <w:rFonts w:asciiTheme="majorHAnsi" w:eastAsiaTheme="majorEastAsia" w:hAnsiTheme="majorHAnsi" w:cstheme="majorBidi"/>
      <w:b/>
      <w:color w:val="4F81BD" w:themeColor="accent1"/>
      <w:szCs w:val="24"/>
    </w:rPr>
  </w:style>
  <w:style w:type="character" w:customStyle="1" w:styleId="Heading4Char">
    <w:name w:val="Heading 4 Char"/>
    <w:basedOn w:val="DefaultParagraphFont"/>
    <w:link w:val="Heading4"/>
    <w:uiPriority w:val="9"/>
    <w:semiHidden/>
    <w:rsid w:val="00B37AE0"/>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B37AE0"/>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B37AE0"/>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B37AE0"/>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B37AE0"/>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B37AE0"/>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B37AE0"/>
    <w:rPr>
      <w:b/>
      <w:bCs/>
      <w:sz w:val="18"/>
      <w:szCs w:val="18"/>
    </w:rPr>
  </w:style>
  <w:style w:type="character" w:styleId="Strong">
    <w:name w:val="Strong"/>
    <w:basedOn w:val="DefaultParagraphFont"/>
    <w:uiPriority w:val="22"/>
    <w:qFormat/>
    <w:rsid w:val="00B37AE0"/>
    <w:rPr>
      <w:b/>
      <w:bCs/>
      <w:spacing w:val="0"/>
    </w:rPr>
  </w:style>
  <w:style w:type="character" w:styleId="Emphasis">
    <w:name w:val="Emphasis"/>
    <w:uiPriority w:val="20"/>
    <w:qFormat/>
    <w:rsid w:val="00B37AE0"/>
    <w:rPr>
      <w:b/>
      <w:bCs/>
      <w:i/>
      <w:iCs/>
      <w:color w:val="5A5A5A" w:themeColor="text1" w:themeTint="A5"/>
    </w:rPr>
  </w:style>
  <w:style w:type="paragraph" w:styleId="NoSpacing">
    <w:name w:val="No Spacing"/>
    <w:basedOn w:val="Normal"/>
    <w:link w:val="NoSpacingChar"/>
    <w:uiPriority w:val="1"/>
    <w:qFormat/>
    <w:rsid w:val="00B37AE0"/>
    <w:pPr>
      <w:ind w:firstLine="0"/>
    </w:pPr>
  </w:style>
  <w:style w:type="character" w:customStyle="1" w:styleId="NoSpacingChar">
    <w:name w:val="No Spacing Char"/>
    <w:basedOn w:val="DefaultParagraphFont"/>
    <w:link w:val="NoSpacing"/>
    <w:uiPriority w:val="1"/>
    <w:rsid w:val="00B37AE0"/>
  </w:style>
  <w:style w:type="paragraph" w:styleId="ListParagraph">
    <w:name w:val="List Paragraph"/>
    <w:basedOn w:val="Normal"/>
    <w:uiPriority w:val="34"/>
    <w:qFormat/>
    <w:rsid w:val="00BE7A23"/>
    <w:pPr>
      <w:numPr>
        <w:numId w:val="1"/>
      </w:numPr>
      <w:spacing w:line="240" w:lineRule="auto"/>
      <w:ind w:left="1440"/>
    </w:pPr>
  </w:style>
  <w:style w:type="paragraph" w:styleId="Quote">
    <w:name w:val="Quote"/>
    <w:basedOn w:val="Normal"/>
    <w:next w:val="Normal"/>
    <w:link w:val="QuoteChar"/>
    <w:uiPriority w:val="29"/>
    <w:qFormat/>
    <w:rsid w:val="00B37AE0"/>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B37AE0"/>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B37AE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B37AE0"/>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B37AE0"/>
    <w:rPr>
      <w:i/>
      <w:iCs/>
      <w:color w:val="5A5A5A" w:themeColor="text1" w:themeTint="A5"/>
    </w:rPr>
  </w:style>
  <w:style w:type="character" w:styleId="IntenseEmphasis">
    <w:name w:val="Intense Emphasis"/>
    <w:uiPriority w:val="21"/>
    <w:qFormat/>
    <w:rsid w:val="00B37AE0"/>
    <w:rPr>
      <w:b/>
      <w:bCs/>
      <w:i/>
      <w:iCs/>
      <w:color w:val="4F81BD" w:themeColor="accent1"/>
      <w:sz w:val="22"/>
      <w:szCs w:val="22"/>
    </w:rPr>
  </w:style>
  <w:style w:type="character" w:styleId="SubtleReference">
    <w:name w:val="Subtle Reference"/>
    <w:uiPriority w:val="31"/>
    <w:qFormat/>
    <w:rsid w:val="00B37AE0"/>
    <w:rPr>
      <w:color w:val="auto"/>
      <w:u w:val="single" w:color="9BBB59" w:themeColor="accent3"/>
    </w:rPr>
  </w:style>
  <w:style w:type="character" w:styleId="IntenseReference">
    <w:name w:val="Intense Reference"/>
    <w:basedOn w:val="DefaultParagraphFont"/>
    <w:uiPriority w:val="32"/>
    <w:qFormat/>
    <w:rsid w:val="00B37AE0"/>
    <w:rPr>
      <w:b/>
      <w:bCs/>
      <w:color w:val="76923C" w:themeColor="accent3" w:themeShade="BF"/>
      <w:u w:val="single" w:color="9BBB59" w:themeColor="accent3"/>
    </w:rPr>
  </w:style>
  <w:style w:type="character" w:styleId="BookTitle">
    <w:name w:val="Book Title"/>
    <w:basedOn w:val="DefaultParagraphFont"/>
    <w:uiPriority w:val="33"/>
    <w:qFormat/>
    <w:rsid w:val="00B37AE0"/>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B37AE0"/>
    <w:pPr>
      <w:outlineLvl w:val="9"/>
    </w:pPr>
    <w:rPr>
      <w:lang w:bidi="en-US"/>
    </w:rPr>
  </w:style>
  <w:style w:type="paragraph" w:styleId="Header">
    <w:name w:val="header"/>
    <w:basedOn w:val="Normal"/>
    <w:link w:val="HeaderChar"/>
    <w:uiPriority w:val="99"/>
    <w:unhideWhenUsed/>
    <w:rsid w:val="00501C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01C0C"/>
  </w:style>
  <w:style w:type="paragraph" w:styleId="Footer">
    <w:name w:val="footer"/>
    <w:basedOn w:val="Normal"/>
    <w:link w:val="FooterChar"/>
    <w:uiPriority w:val="99"/>
    <w:unhideWhenUsed/>
    <w:rsid w:val="00501C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01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Dropbox\00000%20NS10\AKs\Teaching%20Suggestions\Student%20Study%20Guide%20CH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Study Guide CH09</Template>
  <TotalTime>2</TotalTime>
  <Pages>2</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Kim Norbuta</cp:lastModifiedBy>
  <cp:revision>3</cp:revision>
  <dcterms:created xsi:type="dcterms:W3CDTF">2014-12-04T18:35:00Z</dcterms:created>
  <dcterms:modified xsi:type="dcterms:W3CDTF">2014-12-04T18:53:00Z</dcterms:modified>
</cp:coreProperties>
</file>